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8B4" w:rsidRPr="00CE0243" w:rsidRDefault="005D58B4" w:rsidP="005B35CD">
      <w:pPr>
        <w:jc w:val="center"/>
        <w:rPr>
          <w:rFonts w:ascii="Segoe UI Light" w:hAnsi="Segoe UI Light" w:cs="Segoe UI Light"/>
          <w:sz w:val="36"/>
        </w:rPr>
      </w:pPr>
      <w:r w:rsidRPr="00F738CB">
        <w:rPr>
          <w:rFonts w:ascii="Segoe UI Light" w:hAnsi="Segoe UI Light" w:cs="Segoe UI Light"/>
          <w:sz w:val="36"/>
        </w:rPr>
        <w:t>Set 8:  Words ending in ‘able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5D58B4" w:rsidRPr="00976ADB" w:rsidTr="00976ADB">
        <w:trPr>
          <w:trHeight w:val="558"/>
        </w:trPr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976ADB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76ADB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976AD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976AD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76ADB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976AD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976AD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76ADB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976AD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976AD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laugh</w:t>
            </w:r>
            <w:bookmarkStart w:id="0" w:name="_GoBack"/>
            <w:bookmarkEnd w:id="0"/>
            <w:r w:rsidRPr="00976ADB">
              <w:rPr>
                <w:rFonts w:ascii="Segoe UI Light" w:hAnsi="Segoe UI Light" w:cs="Segoe UI Light"/>
                <w:sz w:val="36"/>
                <w:szCs w:val="36"/>
              </w:rPr>
              <w:t>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enjoyable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valuable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breakable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agreeable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miserable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reliable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available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passable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D58B4" w:rsidRPr="00976ADB" w:rsidTr="00976ADB">
        <w:tc>
          <w:tcPr>
            <w:tcW w:w="2694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76ADB">
              <w:rPr>
                <w:rFonts w:ascii="Segoe UI Light" w:hAnsi="Segoe UI Light" w:cs="Segoe UI Light"/>
                <w:sz w:val="36"/>
                <w:szCs w:val="36"/>
              </w:rPr>
              <w:t>impassable</w:t>
            </w:r>
          </w:p>
        </w:tc>
        <w:tc>
          <w:tcPr>
            <w:tcW w:w="2703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D58B4" w:rsidRPr="00976ADB" w:rsidRDefault="005D58B4" w:rsidP="00976AD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5D58B4" w:rsidRPr="00F07B5A" w:rsidRDefault="005D58B4">
      <w:pPr>
        <w:rPr>
          <w:rFonts w:ascii="Segoe UI Light" w:hAnsi="Segoe UI Light" w:cs="Segoe UI Light"/>
          <w:sz w:val="36"/>
          <w:szCs w:val="36"/>
        </w:rPr>
      </w:pPr>
    </w:p>
    <w:sectPr w:rsidR="005D58B4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8B4" w:rsidRDefault="005D58B4">
      <w:r>
        <w:separator/>
      </w:r>
    </w:p>
  </w:endnote>
  <w:endnote w:type="continuationSeparator" w:id="0">
    <w:p w:rsidR="005D58B4" w:rsidRDefault="005D5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8B4" w:rsidRDefault="005D58B4" w:rsidP="008B6BE4">
    <w:pPr>
      <w:pStyle w:val="Footer"/>
    </w:pPr>
    <w:r>
      <w:t>Swaffield Primary School 2014</w:t>
    </w:r>
  </w:p>
  <w:p w:rsidR="005D58B4" w:rsidRDefault="005D58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8B4" w:rsidRDefault="005D58B4">
      <w:r>
        <w:separator/>
      </w:r>
    </w:p>
  </w:footnote>
  <w:footnote w:type="continuationSeparator" w:id="0">
    <w:p w:rsidR="005D58B4" w:rsidRDefault="005D58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14369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D58B4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B6BE4"/>
    <w:rsid w:val="008D72A7"/>
    <w:rsid w:val="008E2DF9"/>
    <w:rsid w:val="008F6B43"/>
    <w:rsid w:val="0095464C"/>
    <w:rsid w:val="00976ADB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B6BE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0E11"/>
    <w:rPr>
      <w:lang w:eastAsia="en-US"/>
    </w:rPr>
  </w:style>
  <w:style w:type="paragraph" w:styleId="Footer">
    <w:name w:val="footer"/>
    <w:basedOn w:val="Normal"/>
    <w:link w:val="FooterChar"/>
    <w:uiPriority w:val="99"/>
    <w:rsid w:val="008B6BE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6BE4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42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30</Words>
  <Characters>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2013-12-08T14:19:00Z</dcterms:created>
  <dcterms:modified xsi:type="dcterms:W3CDTF">2014-07-14T14:37:00Z</dcterms:modified>
</cp:coreProperties>
</file>